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2A" w:rsidRDefault="0061402A" w:rsidP="0061402A">
      <w:pPr>
        <w:widowControl/>
        <w:spacing w:line="560" w:lineRule="exact"/>
        <w:ind w:firstLineChars="200" w:firstLine="643"/>
        <w:jc w:val="left"/>
        <w:rPr>
          <w:rFonts w:ascii="仿宋" w:eastAsia="仿宋" w:hAnsi="仿宋" w:cs="宋体" w:hint="eastAsia"/>
          <w:color w:val="333333"/>
          <w:kern w:val="0"/>
          <w:sz w:val="32"/>
          <w:szCs w:val="32"/>
        </w:rPr>
      </w:pPr>
      <w:r w:rsidRPr="0061402A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</w:p>
    <w:p w:rsidR="0061402A" w:rsidRDefault="0061402A" w:rsidP="0061402A">
      <w:pPr>
        <w:widowControl/>
        <w:spacing w:line="560" w:lineRule="exact"/>
        <w:ind w:firstLineChars="200" w:firstLine="880"/>
        <w:jc w:val="center"/>
        <w:rPr>
          <w:rFonts w:ascii="方正小标宋简体" w:eastAsia="方正小标宋简体" w:hAnsi="仿宋" w:cs="宋体" w:hint="eastAsia"/>
          <w:color w:val="000000"/>
          <w:kern w:val="0"/>
          <w:sz w:val="44"/>
          <w:szCs w:val="44"/>
        </w:rPr>
      </w:pPr>
      <w:r w:rsidRPr="009D6E9A">
        <w:rPr>
          <w:rFonts w:ascii="方正小标宋简体" w:eastAsia="方正小标宋简体" w:hAnsi="仿宋" w:cs="宋体" w:hint="eastAsia"/>
          <w:color w:val="000000"/>
          <w:kern w:val="0"/>
          <w:sz w:val="44"/>
          <w:szCs w:val="44"/>
        </w:rPr>
        <w:t>“争做李芳式的好老师”师德主题征文报名表</w:t>
      </w:r>
    </w:p>
    <w:p w:rsidR="00E649A0" w:rsidRPr="0061402A" w:rsidRDefault="00060344" w:rsidP="0061402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报</w:t>
      </w:r>
      <w:r w:rsidR="0061402A" w:rsidRPr="0061402A">
        <w:rPr>
          <w:rFonts w:ascii="仿宋" w:eastAsia="仿宋" w:hAnsi="仿宋" w:hint="eastAsia"/>
          <w:sz w:val="32"/>
          <w:szCs w:val="32"/>
        </w:rPr>
        <w:t>送单位</w:t>
      </w:r>
      <w:r w:rsidR="0061402A">
        <w:rPr>
          <w:rFonts w:ascii="仿宋" w:eastAsia="仿宋" w:hAnsi="仿宋" w:hint="eastAsia"/>
          <w:sz w:val="32"/>
          <w:szCs w:val="32"/>
        </w:rPr>
        <w:t>（盖章）</w:t>
      </w:r>
      <w:r w:rsidR="0061402A" w:rsidRPr="0061402A">
        <w:rPr>
          <w:rFonts w:ascii="仿宋" w:eastAsia="仿宋" w:hAnsi="仿宋" w:hint="eastAsia"/>
          <w:sz w:val="32"/>
          <w:szCs w:val="32"/>
        </w:rPr>
        <w:t xml:space="preserve">：             </w:t>
      </w:r>
      <w:r>
        <w:rPr>
          <w:rFonts w:ascii="仿宋" w:eastAsia="仿宋" w:hAnsi="仿宋" w:hint="eastAsia"/>
          <w:sz w:val="32"/>
          <w:szCs w:val="32"/>
        </w:rPr>
        <w:t xml:space="preserve"> 联系人：        </w:t>
      </w:r>
    </w:p>
    <w:tbl>
      <w:tblPr>
        <w:tblpPr w:leftFromText="180" w:rightFromText="180" w:vertAnchor="text" w:horzAnchor="margin" w:tblpXSpec="center" w:tblpY="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5"/>
        <w:gridCol w:w="2010"/>
        <w:gridCol w:w="9660"/>
      </w:tblGrid>
      <w:tr w:rsidR="00060344" w:rsidTr="0006034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575" w:type="dxa"/>
            <w:vAlign w:val="center"/>
          </w:tcPr>
          <w:p w:rsidR="00060344" w:rsidRPr="00060344" w:rsidRDefault="00060344" w:rsidP="0006034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60344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2010" w:type="dxa"/>
            <w:vAlign w:val="center"/>
          </w:tcPr>
          <w:p w:rsidR="00060344" w:rsidRPr="00060344" w:rsidRDefault="00060344" w:rsidP="0006034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60344">
              <w:rPr>
                <w:rFonts w:ascii="仿宋" w:eastAsia="仿宋" w:hAnsi="仿宋" w:hint="eastAsia"/>
                <w:sz w:val="32"/>
                <w:szCs w:val="32"/>
              </w:rPr>
              <w:t>作者姓名</w:t>
            </w:r>
          </w:p>
        </w:tc>
        <w:tc>
          <w:tcPr>
            <w:tcW w:w="9660" w:type="dxa"/>
            <w:vAlign w:val="center"/>
          </w:tcPr>
          <w:p w:rsidR="00060344" w:rsidRPr="00060344" w:rsidRDefault="00060344" w:rsidP="0006034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60344">
              <w:rPr>
                <w:rFonts w:ascii="仿宋" w:eastAsia="仿宋" w:hAnsi="仿宋" w:hint="eastAsia"/>
                <w:sz w:val="32"/>
                <w:szCs w:val="32"/>
              </w:rPr>
              <w:t>征文名称</w:t>
            </w:r>
          </w:p>
        </w:tc>
      </w:tr>
      <w:tr w:rsidR="00060344" w:rsidTr="0006034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575" w:type="dxa"/>
          </w:tcPr>
          <w:p w:rsidR="00060344" w:rsidRDefault="00060344" w:rsidP="00060344"/>
        </w:tc>
        <w:tc>
          <w:tcPr>
            <w:tcW w:w="2010" w:type="dxa"/>
          </w:tcPr>
          <w:p w:rsidR="00060344" w:rsidRDefault="00060344" w:rsidP="00060344"/>
        </w:tc>
        <w:tc>
          <w:tcPr>
            <w:tcW w:w="9660" w:type="dxa"/>
          </w:tcPr>
          <w:p w:rsidR="00060344" w:rsidRDefault="00060344" w:rsidP="00060344"/>
        </w:tc>
      </w:tr>
      <w:tr w:rsidR="00060344" w:rsidTr="0006034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575" w:type="dxa"/>
          </w:tcPr>
          <w:p w:rsidR="00060344" w:rsidRDefault="00060344" w:rsidP="00060344"/>
        </w:tc>
        <w:tc>
          <w:tcPr>
            <w:tcW w:w="2010" w:type="dxa"/>
          </w:tcPr>
          <w:p w:rsidR="00060344" w:rsidRDefault="00060344" w:rsidP="00060344"/>
        </w:tc>
        <w:tc>
          <w:tcPr>
            <w:tcW w:w="9660" w:type="dxa"/>
          </w:tcPr>
          <w:p w:rsidR="00060344" w:rsidRDefault="00060344" w:rsidP="00060344"/>
        </w:tc>
      </w:tr>
      <w:tr w:rsidR="00060344" w:rsidTr="0006034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575" w:type="dxa"/>
          </w:tcPr>
          <w:p w:rsidR="00060344" w:rsidRDefault="00060344" w:rsidP="00060344"/>
        </w:tc>
        <w:tc>
          <w:tcPr>
            <w:tcW w:w="2010" w:type="dxa"/>
          </w:tcPr>
          <w:p w:rsidR="00060344" w:rsidRDefault="00060344" w:rsidP="00060344"/>
        </w:tc>
        <w:tc>
          <w:tcPr>
            <w:tcW w:w="9660" w:type="dxa"/>
          </w:tcPr>
          <w:p w:rsidR="00060344" w:rsidRDefault="00060344" w:rsidP="00060344"/>
        </w:tc>
      </w:tr>
      <w:tr w:rsidR="00060344" w:rsidTr="0006034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575" w:type="dxa"/>
          </w:tcPr>
          <w:p w:rsidR="00060344" w:rsidRDefault="00060344" w:rsidP="00060344"/>
        </w:tc>
        <w:tc>
          <w:tcPr>
            <w:tcW w:w="2010" w:type="dxa"/>
          </w:tcPr>
          <w:p w:rsidR="00060344" w:rsidRDefault="00060344" w:rsidP="00060344"/>
        </w:tc>
        <w:tc>
          <w:tcPr>
            <w:tcW w:w="9660" w:type="dxa"/>
          </w:tcPr>
          <w:p w:rsidR="00060344" w:rsidRDefault="00060344" w:rsidP="00060344"/>
        </w:tc>
      </w:tr>
      <w:tr w:rsidR="00060344" w:rsidTr="0006034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575" w:type="dxa"/>
          </w:tcPr>
          <w:p w:rsidR="00060344" w:rsidRDefault="00060344" w:rsidP="00060344"/>
        </w:tc>
        <w:tc>
          <w:tcPr>
            <w:tcW w:w="2010" w:type="dxa"/>
          </w:tcPr>
          <w:p w:rsidR="00060344" w:rsidRDefault="00060344" w:rsidP="00060344"/>
        </w:tc>
        <w:tc>
          <w:tcPr>
            <w:tcW w:w="9660" w:type="dxa"/>
          </w:tcPr>
          <w:p w:rsidR="00060344" w:rsidRDefault="00060344" w:rsidP="00060344"/>
        </w:tc>
      </w:tr>
      <w:tr w:rsidR="00060344" w:rsidTr="0006034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575" w:type="dxa"/>
          </w:tcPr>
          <w:p w:rsidR="00060344" w:rsidRDefault="00060344" w:rsidP="00060344"/>
        </w:tc>
        <w:tc>
          <w:tcPr>
            <w:tcW w:w="2010" w:type="dxa"/>
          </w:tcPr>
          <w:p w:rsidR="00060344" w:rsidRDefault="00060344" w:rsidP="00060344"/>
        </w:tc>
        <w:tc>
          <w:tcPr>
            <w:tcW w:w="9660" w:type="dxa"/>
          </w:tcPr>
          <w:p w:rsidR="00060344" w:rsidRDefault="00060344" w:rsidP="00060344"/>
        </w:tc>
      </w:tr>
    </w:tbl>
    <w:p w:rsidR="0061402A" w:rsidRPr="0061402A" w:rsidRDefault="0061402A" w:rsidP="0061402A">
      <w:bookmarkStart w:id="0" w:name="_GoBack"/>
      <w:bookmarkEnd w:id="0"/>
    </w:p>
    <w:sectPr w:rsidR="0061402A" w:rsidRPr="0061402A" w:rsidSect="006140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2A"/>
    <w:rsid w:val="00060344"/>
    <w:rsid w:val="0061402A"/>
    <w:rsid w:val="00D112CB"/>
    <w:rsid w:val="00E6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2A"/>
    <w:pPr>
      <w:widowControl w:val="0"/>
      <w:spacing w:line="240" w:lineRule="auto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2A"/>
    <w:pPr>
      <w:widowControl w:val="0"/>
      <w:spacing w:line="240" w:lineRule="auto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2018-10-12T06:14:00Z</dcterms:created>
  <dcterms:modified xsi:type="dcterms:W3CDTF">2018-10-12T06:16:00Z</dcterms:modified>
</cp:coreProperties>
</file>